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1AD681" w14:textId="31E45840" w:rsidR="009348E2" w:rsidRPr="00A07A54" w:rsidRDefault="009348E2" w:rsidP="009348E2">
      <w:pPr>
        <w:rPr>
          <w:rFonts w:eastAsia="Times New Roman" w:cs="Times New Roman"/>
          <w:sz w:val="22"/>
          <w:szCs w:val="24"/>
          <w:lang w:eastAsia="cs-CZ"/>
        </w:rPr>
      </w:pPr>
      <w:r w:rsidRPr="00B62A54">
        <w:rPr>
          <w:lang w:eastAsia="cs-CZ"/>
        </w:rPr>
        <w:t xml:space="preserve">Příloha č. </w:t>
      </w:r>
      <w:r w:rsidR="00CE0C85">
        <w:rPr>
          <w:lang w:eastAsia="cs-CZ"/>
        </w:rPr>
        <w:t>5</w:t>
      </w:r>
      <w:r w:rsidR="00977055" w:rsidRPr="00B62A54">
        <w:rPr>
          <w:lang w:eastAsia="cs-CZ"/>
        </w:rPr>
        <w:t xml:space="preserve"> Výzvy k podání</w:t>
      </w:r>
      <w:r w:rsidR="00977055">
        <w:rPr>
          <w:lang w:eastAsia="cs-CZ"/>
        </w:rPr>
        <w:t xml:space="preserve"> nabídky</w:t>
      </w:r>
    </w:p>
    <w:p w14:paraId="42A3C0A5" w14:textId="77777777" w:rsidR="009348E2" w:rsidRPr="00A07A54" w:rsidRDefault="009348E2" w:rsidP="009348E2">
      <w:pPr>
        <w:pStyle w:val="Nadpis1"/>
        <w:rPr>
          <w:rFonts w:asciiTheme="minorHAnsi" w:eastAsia="Times New Roman" w:hAnsiTheme="minorHAnsi"/>
        </w:rPr>
      </w:pPr>
      <w:r w:rsidRPr="00A07A54">
        <w:rPr>
          <w:rFonts w:asciiTheme="minorHAnsi" w:eastAsia="Times New Roman" w:hAnsiTheme="minorHAnsi"/>
        </w:rPr>
        <w:t>Vzor profesního životopisu</w:t>
      </w:r>
    </w:p>
    <w:p w14:paraId="1F22531C" w14:textId="77777777" w:rsidR="009348E2" w:rsidRPr="00A07A54" w:rsidRDefault="009348E2" w:rsidP="009348E2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22"/>
          <w:szCs w:val="24"/>
          <w:lang w:eastAsia="cs-CZ"/>
        </w:rPr>
      </w:pPr>
    </w:p>
    <w:p w14:paraId="296143E4" w14:textId="44EA6CE8" w:rsidR="009348E2" w:rsidRPr="00A07A54" w:rsidRDefault="008C6CEA" w:rsidP="006317D8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F</w:t>
      </w:r>
      <w:r w:rsidR="009348E2" w:rsidRPr="00A07A54">
        <w:rPr>
          <w:rFonts w:asciiTheme="minorHAnsi" w:hAnsiTheme="minorHAnsi" w:cstheme="minorHAnsi"/>
          <w:b/>
          <w:sz w:val="18"/>
          <w:szCs w:val="18"/>
        </w:rPr>
        <w:t>unkce</w:t>
      </w:r>
      <w:r w:rsidR="00C46DEB">
        <w:rPr>
          <w:rFonts w:asciiTheme="minorHAnsi" w:hAnsiTheme="minorHAnsi" w:cstheme="minorHAnsi"/>
          <w:b/>
          <w:sz w:val="18"/>
          <w:szCs w:val="18"/>
        </w:rPr>
        <w:t>/pozice</w:t>
      </w:r>
      <w:r w:rsidR="009348E2" w:rsidRPr="00A07A54">
        <w:rPr>
          <w:rFonts w:asciiTheme="minorHAnsi" w:hAnsiTheme="minorHAnsi" w:cstheme="minorHAnsi"/>
          <w:sz w:val="18"/>
          <w:szCs w:val="18"/>
        </w:rPr>
        <w:t xml:space="preserve"> ze seznamu </w:t>
      </w:r>
      <w:r w:rsidR="00C46DEB">
        <w:rPr>
          <w:rFonts w:asciiTheme="minorHAnsi" w:hAnsiTheme="minorHAnsi" w:cstheme="minorHAnsi"/>
          <w:sz w:val="18"/>
          <w:szCs w:val="18"/>
        </w:rPr>
        <w:t>realizačního týmu</w:t>
      </w:r>
      <w:r w:rsidR="009348E2" w:rsidRPr="00A07A54">
        <w:rPr>
          <w:rFonts w:asciiTheme="minorHAnsi" w:hAnsiTheme="minorHAnsi" w:cstheme="minorHAnsi"/>
          <w:sz w:val="18"/>
          <w:szCs w:val="18"/>
        </w:rPr>
        <w:t xml:space="preserve"> dodavatele: </w:t>
      </w:r>
      <w:r w:rsidR="004C4DDD" w:rsidRPr="00FD7789">
        <w:rPr>
          <w:rFonts w:asciiTheme="minorHAnsi" w:hAnsiTheme="minorHAnsi" w:cstheme="minorHAnsi"/>
          <w:b/>
          <w:bCs/>
          <w:sz w:val="18"/>
          <w:szCs w:val="18"/>
          <w:highlight w:val="green"/>
        </w:rPr>
        <w:t xml:space="preserve">Vedoucí </w:t>
      </w:r>
      <w:r w:rsidR="0013665B" w:rsidRPr="00FD7789">
        <w:rPr>
          <w:rFonts w:asciiTheme="minorHAnsi" w:hAnsiTheme="minorHAnsi" w:cstheme="minorHAnsi"/>
          <w:b/>
          <w:bCs/>
          <w:sz w:val="18"/>
          <w:szCs w:val="18"/>
          <w:highlight w:val="green"/>
        </w:rPr>
        <w:t>realizačního týmu / Člen realizačního týmu</w:t>
      </w:r>
      <w:r w:rsidR="0013665B" w:rsidRPr="00D75F86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r w:rsidR="009348E2" w:rsidRPr="0013665B">
        <w:rPr>
          <w:rFonts w:asciiTheme="minorHAnsi" w:hAnsiTheme="minorHAnsi" w:cstheme="minorHAnsi"/>
          <w:b/>
          <w:bCs/>
          <w:sz w:val="18"/>
          <w:szCs w:val="18"/>
          <w:highlight w:val="green"/>
        </w:rPr>
        <w:t xml:space="preserve">[DOPLNÍ </w:t>
      </w:r>
      <w:r w:rsidR="009348E2" w:rsidRPr="006B381C">
        <w:rPr>
          <w:rFonts w:asciiTheme="minorHAnsi" w:hAnsiTheme="minorHAnsi" w:cstheme="minorHAnsi"/>
          <w:b/>
          <w:bCs/>
          <w:sz w:val="18"/>
          <w:szCs w:val="18"/>
          <w:highlight w:val="green"/>
        </w:rPr>
        <w:t>DODAVATEL]</w:t>
      </w:r>
    </w:p>
    <w:p w14:paraId="13764CB0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1B058B40" w14:textId="43510B71" w:rsidR="006317D8" w:rsidRPr="006317D8" w:rsidRDefault="009348E2" w:rsidP="006317D8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>Příjmení:</w:t>
      </w:r>
      <w:r w:rsidRPr="006B381C">
        <w:rPr>
          <w:rFonts w:cstheme="minorHAnsi"/>
          <w:b/>
          <w:bCs/>
          <w:highlight w:val="green"/>
        </w:rPr>
        <w:t xml:space="preserve"> [DOPLNÍ DODAVATEL]</w:t>
      </w:r>
    </w:p>
    <w:p w14:paraId="3C92DEC1" w14:textId="06B9CEAD" w:rsidR="009348E2" w:rsidRPr="006317D8" w:rsidRDefault="009348E2" w:rsidP="006317D8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7E8B886D">
        <w:t xml:space="preserve">Jméno: </w:t>
      </w:r>
      <w:r w:rsidRPr="7E8B886D">
        <w:rPr>
          <w:b/>
          <w:bCs/>
          <w:highlight w:val="green"/>
        </w:rPr>
        <w:t>[DOPLNÍ DODAVATEL]</w:t>
      </w:r>
    </w:p>
    <w:p w14:paraId="1E172B34" w14:textId="24C9E39B" w:rsidR="009348E2" w:rsidRPr="00D80D9F" w:rsidRDefault="009348E2" w:rsidP="00D80D9F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Kontaktní pracovní adresa (včetně pracovního tel/e-mail): </w:t>
      </w:r>
      <w:r w:rsidRPr="006B381C">
        <w:rPr>
          <w:rFonts w:cstheme="minorHAnsi"/>
          <w:b/>
          <w:bCs/>
          <w:highlight w:val="green"/>
        </w:rPr>
        <w:t>[DOPLNÍ DODAVATEL]</w:t>
      </w:r>
    </w:p>
    <w:p w14:paraId="4CFF6782" w14:textId="706DFCAA" w:rsidR="009348E2" w:rsidRPr="00C46DEB" w:rsidRDefault="009348E2" w:rsidP="00C46DEB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Současná funkce/pracovní pozice včetně zaměstnavatele a vztahu k zaměstnavateli, příp. uvést OSVČ či jinak dle skutečného stavu: </w:t>
      </w:r>
      <w:r w:rsidRPr="006B381C">
        <w:rPr>
          <w:rFonts w:cstheme="minorHAnsi"/>
          <w:b/>
          <w:bCs/>
          <w:highlight w:val="green"/>
        </w:rPr>
        <w:t>[DOPLNÍ DODAVATEL]</w:t>
      </w:r>
    </w:p>
    <w:p w14:paraId="207A8CC7" w14:textId="032CB568" w:rsidR="009348E2" w:rsidRPr="00A5796D" w:rsidRDefault="009348E2" w:rsidP="00F42C72">
      <w:pPr>
        <w:spacing w:after="120" w:line="276" w:lineRule="auto"/>
        <w:ind w:left="567"/>
        <w:jc w:val="both"/>
        <w:rPr>
          <w:rFonts w:cstheme="minorHAnsi"/>
          <w:i/>
        </w:rPr>
      </w:pPr>
      <w:r w:rsidRPr="00A07A54">
        <w:rPr>
          <w:rFonts w:cstheme="minorHAnsi"/>
          <w:i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2133DBB4" w14:textId="4D4FE567" w:rsidR="00EF1C5E" w:rsidRPr="004C6933" w:rsidRDefault="00EF1C5E" w:rsidP="004C6933">
      <w:pPr>
        <w:pStyle w:val="Odstavecseseznamem"/>
        <w:numPr>
          <w:ilvl w:val="1"/>
          <w:numId w:val="39"/>
        </w:numPr>
        <w:rPr>
          <w:rFonts w:cstheme="minorHAnsi"/>
        </w:rPr>
      </w:pPr>
      <w:r w:rsidRPr="00EF1C5E">
        <w:rPr>
          <w:rFonts w:cstheme="minorHAnsi"/>
        </w:rPr>
        <w:t xml:space="preserve">Osoba </w:t>
      </w:r>
      <w:r w:rsidRPr="00D75F86">
        <w:rPr>
          <w:rFonts w:cstheme="minorHAnsi"/>
          <w:b/>
          <w:bCs/>
          <w:highlight w:val="green"/>
        </w:rPr>
        <w:t>je / není</w:t>
      </w:r>
      <w:r w:rsidRPr="00D75F86">
        <w:rPr>
          <w:rFonts w:cstheme="minorHAnsi"/>
          <w:b/>
          <w:bCs/>
        </w:rPr>
        <w:t xml:space="preserve"> </w:t>
      </w:r>
      <w:r w:rsidRPr="00D75F86">
        <w:rPr>
          <w:rFonts w:cstheme="minorHAnsi"/>
          <w:b/>
          <w:bCs/>
          <w:highlight w:val="green"/>
        </w:rPr>
        <w:t>[DOPLNÍ DODAVATEL]</w:t>
      </w:r>
      <w:r w:rsidRPr="00EF1C5E">
        <w:rPr>
          <w:rFonts w:cstheme="minorHAnsi"/>
        </w:rPr>
        <w:t xml:space="preserve"> současně zaměstnancem zadavatele.</w:t>
      </w:r>
    </w:p>
    <w:p w14:paraId="424560CC" w14:textId="388CE6F6" w:rsidR="009348E2" w:rsidRPr="00D80D9F" w:rsidRDefault="009348E2" w:rsidP="00D80D9F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  <w:b/>
        </w:rPr>
        <w:t>Praxe</w:t>
      </w:r>
      <w:r w:rsidRPr="00A07A54">
        <w:rPr>
          <w:rFonts w:cstheme="minorHAnsi"/>
        </w:rPr>
        <w:t xml:space="preserve"> pro účely prokázání kvalifikace</w:t>
      </w:r>
      <w:r w:rsidRPr="00A07A54">
        <w:rPr>
          <w:rFonts w:cstheme="minorHAnsi"/>
          <w:b/>
          <w:smallCaps/>
          <w:vertAlign w:val="superscript"/>
        </w:rPr>
        <w:t xml:space="preserve"> </w:t>
      </w:r>
      <w:r w:rsidRPr="00A07A54">
        <w:rPr>
          <w:rFonts w:cstheme="minorHAnsi"/>
          <w:b/>
          <w:smallCaps/>
          <w:vertAlign w:val="superscript"/>
        </w:rPr>
        <w:footnoteReference w:id="1"/>
      </w:r>
      <w:r w:rsidRPr="00A07A54">
        <w:rPr>
          <w:rFonts w:cstheme="minorHAnsi"/>
        </w:rPr>
        <w:t>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7FCE4E3" w14:textId="7777777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F5D07" w14:textId="2070483C" w:rsidR="009348E2" w:rsidRPr="00A07A54" w:rsidRDefault="007568C4">
            <w:pPr>
              <w:spacing w:after="120" w:line="276" w:lineRule="auto"/>
              <w:rPr>
                <w:rFonts w:cstheme="minorHAnsi"/>
                <w:iCs/>
              </w:rPr>
            </w:pPr>
            <w:r>
              <w:rPr>
                <w:rFonts w:cstheme="minorHAnsi"/>
              </w:rPr>
              <w:t>Funkce</w:t>
            </w:r>
            <w:r w:rsidR="00980DD3">
              <w:rPr>
                <w:rFonts w:cstheme="minorHAnsi"/>
              </w:rPr>
              <w:t>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DD76" w14:textId="77777777" w:rsidR="009348E2" w:rsidRPr="006B381C" w:rsidRDefault="009348E2">
            <w:pPr>
              <w:spacing w:after="120" w:line="276" w:lineRule="auto"/>
              <w:rPr>
                <w:rFonts w:cstheme="minorHAnsi"/>
                <w:b/>
                <w:bCs/>
                <w:highlight w:val="green"/>
              </w:rPr>
            </w:pPr>
            <w:r w:rsidRPr="006B381C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3271F00B" w14:textId="7777777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BD52" w14:textId="77777777" w:rsidR="009348E2" w:rsidRPr="00A07A54" w:rsidRDefault="009348E2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  <w:iCs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CB8FF" w14:textId="77777777" w:rsidR="009348E2" w:rsidRPr="006B381C" w:rsidRDefault="009348E2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6B381C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71AFBA76" w14:textId="7777777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2B4EE" w14:textId="77777777" w:rsidR="009348E2" w:rsidRPr="00A07A54" w:rsidRDefault="009348E2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3ED9E" w14:textId="77777777" w:rsidR="009348E2" w:rsidRPr="006B381C" w:rsidRDefault="009348E2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6B381C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3467ABD6" w14:textId="7777777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2891" w14:textId="20C6E8C9" w:rsidR="009348E2" w:rsidRPr="00A07A54" w:rsidRDefault="009348E2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Zaměstnavatel (obch. firma/název a sídlo) / OSVČ</w:t>
            </w:r>
            <w:r w:rsidR="00F45110">
              <w:rPr>
                <w:rFonts w:cstheme="minorHAnsi"/>
              </w:rPr>
              <w:t xml:space="preserve">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2B80" w14:textId="77777777" w:rsidR="009348E2" w:rsidRPr="006B381C" w:rsidRDefault="009348E2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6B381C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1D874478" w14:textId="7777777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FE86" w14:textId="5CE037BB" w:rsidR="009348E2" w:rsidRPr="00A07A54" w:rsidRDefault="005E145B">
            <w:pPr>
              <w:spacing w:after="12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Kontakt k ověření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BFC9F" w14:textId="77777777" w:rsidR="009348E2" w:rsidRPr="006B381C" w:rsidRDefault="009348E2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6B381C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1EF91903" w14:textId="7777777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A67DD" w14:textId="77777777" w:rsidR="009348E2" w:rsidRPr="00A07A54" w:rsidRDefault="009348E2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F72EF" w14:textId="77777777" w:rsidR="009348E2" w:rsidRPr="006B381C" w:rsidRDefault="009348E2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6B381C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</w:tbl>
    <w:p w14:paraId="48979EAE" w14:textId="77777777" w:rsidR="009348E2" w:rsidRPr="00A07A54" w:rsidRDefault="009348E2" w:rsidP="00D80D9F">
      <w:pPr>
        <w:spacing w:after="120" w:line="276" w:lineRule="auto"/>
        <w:rPr>
          <w:rFonts w:cstheme="minorHAnsi"/>
        </w:rPr>
      </w:pPr>
    </w:p>
    <w:p w14:paraId="03F76E09" w14:textId="714FE9ED" w:rsidR="009348E2" w:rsidRDefault="009348E2" w:rsidP="009348E2"/>
    <w:sectPr w:rsidR="009348E2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0CBF98" w14:textId="77777777" w:rsidR="00C920B2" w:rsidRDefault="00C920B2" w:rsidP="00962258">
      <w:pPr>
        <w:spacing w:after="0" w:line="240" w:lineRule="auto"/>
      </w:pPr>
      <w:r>
        <w:separator/>
      </w:r>
    </w:p>
  </w:endnote>
  <w:endnote w:type="continuationSeparator" w:id="0">
    <w:p w14:paraId="3E84354A" w14:textId="77777777" w:rsidR="00C920B2" w:rsidRDefault="00C920B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079D5B9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4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885213" id="Straight Connector 3" o:spid="_x0000_s1026" style="position:absolute;z-index:-2516582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2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A34F14" id="Straight Connector 2" o:spid="_x0000_s1026" style="position:absolute;z-index:-25165823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49094DBE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D361DB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1D361DB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D361DB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460660">
          <w:pPr>
            <w:pStyle w:val="Zpat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74C67A" id="Straight Connector 7" o:spid="_x0000_s1026" style="position:absolute;z-index:-251658239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E3E73B" id="Straight Connector 10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A98369" w14:textId="77777777" w:rsidR="00C920B2" w:rsidRDefault="00C920B2" w:rsidP="00962258">
      <w:pPr>
        <w:spacing w:after="0" w:line="240" w:lineRule="auto"/>
      </w:pPr>
      <w:r>
        <w:separator/>
      </w:r>
    </w:p>
  </w:footnote>
  <w:footnote w:type="continuationSeparator" w:id="0">
    <w:p w14:paraId="68AC2CD2" w14:textId="77777777" w:rsidR="00C920B2" w:rsidRDefault="00C920B2" w:rsidP="00962258">
      <w:pPr>
        <w:spacing w:after="0" w:line="240" w:lineRule="auto"/>
      </w:pPr>
      <w:r>
        <w:continuationSeparator/>
      </w:r>
    </w:p>
  </w:footnote>
  <w:footnote w:id="1">
    <w:p w14:paraId="0C93CE00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094DF0">
        <w:rPr>
          <w:rStyle w:val="Znakapoznpodarou"/>
          <w:rFonts w:ascii="Arial" w:hAnsi="Arial" w:cs="Arial"/>
          <w:sz w:val="18"/>
          <w:highlight w:val="green"/>
        </w:rPr>
        <w:footnoteRef/>
      </w:r>
      <w:r w:rsidRPr="00094DF0">
        <w:rPr>
          <w:rFonts w:ascii="Arial" w:hAnsi="Arial" w:cs="Arial"/>
          <w:sz w:val="18"/>
          <w:highlight w:val="green"/>
        </w:rPr>
        <w:t xml:space="preserve"> </w:t>
      </w:r>
      <w:r w:rsidRPr="00094DF0">
        <w:rPr>
          <w:rFonts w:ascii="Calibri" w:hAnsi="Calibri" w:cs="Arial"/>
          <w:sz w:val="16"/>
          <w:szCs w:val="16"/>
          <w:highlight w:val="green"/>
        </w:rPr>
        <w:t>V případě další praxe použije dodavatel tabulku opakovaně dle potřeby.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2AF2C1" w14:textId="54B3DC7C" w:rsidR="00F83C3F" w:rsidRDefault="00F83C3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5E86DF8B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507B6A21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3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502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3586170">
    <w:abstractNumId w:val="4"/>
  </w:num>
  <w:num w:numId="2" w16cid:durableId="1137573948">
    <w:abstractNumId w:val="3"/>
  </w:num>
  <w:num w:numId="3" w16cid:durableId="346237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06001912">
    <w:abstractNumId w:val="12"/>
  </w:num>
  <w:num w:numId="5" w16cid:durableId="1173253560">
    <w:abstractNumId w:val="6"/>
  </w:num>
  <w:num w:numId="6" w16cid:durableId="1617760056">
    <w:abstractNumId w:val="8"/>
  </w:num>
  <w:num w:numId="7" w16cid:durableId="1977831996">
    <w:abstractNumId w:val="0"/>
  </w:num>
  <w:num w:numId="8" w16cid:durableId="1787695147">
    <w:abstractNumId w:val="9"/>
  </w:num>
  <w:num w:numId="9" w16cid:durableId="139396419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15085380">
    <w:abstractNumId w:val="8"/>
  </w:num>
  <w:num w:numId="11" w16cid:durableId="658193437">
    <w:abstractNumId w:val="3"/>
  </w:num>
  <w:num w:numId="12" w16cid:durableId="261383232">
    <w:abstractNumId w:val="8"/>
  </w:num>
  <w:num w:numId="13" w16cid:durableId="1563952828">
    <w:abstractNumId w:val="8"/>
  </w:num>
  <w:num w:numId="14" w16cid:durableId="1867330672">
    <w:abstractNumId w:val="8"/>
  </w:num>
  <w:num w:numId="15" w16cid:durableId="1178160681">
    <w:abstractNumId w:val="8"/>
  </w:num>
  <w:num w:numId="16" w16cid:durableId="2076590134">
    <w:abstractNumId w:val="13"/>
  </w:num>
  <w:num w:numId="17" w16cid:durableId="909314423">
    <w:abstractNumId w:val="4"/>
  </w:num>
  <w:num w:numId="18" w16cid:durableId="783572877">
    <w:abstractNumId w:val="13"/>
  </w:num>
  <w:num w:numId="19" w16cid:durableId="1311134098">
    <w:abstractNumId w:val="13"/>
  </w:num>
  <w:num w:numId="20" w16cid:durableId="125661797">
    <w:abstractNumId w:val="13"/>
  </w:num>
  <w:num w:numId="21" w16cid:durableId="1834757881">
    <w:abstractNumId w:val="13"/>
  </w:num>
  <w:num w:numId="22" w16cid:durableId="691733765">
    <w:abstractNumId w:val="8"/>
  </w:num>
  <w:num w:numId="23" w16cid:durableId="1323924221">
    <w:abstractNumId w:val="3"/>
  </w:num>
  <w:num w:numId="24" w16cid:durableId="2094932895">
    <w:abstractNumId w:val="8"/>
  </w:num>
  <w:num w:numId="25" w16cid:durableId="1298680838">
    <w:abstractNumId w:val="8"/>
  </w:num>
  <w:num w:numId="26" w16cid:durableId="717357396">
    <w:abstractNumId w:val="8"/>
  </w:num>
  <w:num w:numId="27" w16cid:durableId="448546759">
    <w:abstractNumId w:val="8"/>
  </w:num>
  <w:num w:numId="28" w16cid:durableId="83310893">
    <w:abstractNumId w:val="13"/>
  </w:num>
  <w:num w:numId="29" w16cid:durableId="1408185009">
    <w:abstractNumId w:val="4"/>
  </w:num>
  <w:num w:numId="30" w16cid:durableId="96681477">
    <w:abstractNumId w:val="13"/>
  </w:num>
  <w:num w:numId="31" w16cid:durableId="861405822">
    <w:abstractNumId w:val="13"/>
  </w:num>
  <w:num w:numId="32" w16cid:durableId="1371880241">
    <w:abstractNumId w:val="13"/>
  </w:num>
  <w:num w:numId="33" w16cid:durableId="619653847">
    <w:abstractNumId w:val="13"/>
  </w:num>
  <w:num w:numId="34" w16cid:durableId="1375542491">
    <w:abstractNumId w:val="1"/>
  </w:num>
  <w:num w:numId="35" w16cid:durableId="1010914722">
    <w:abstractNumId w:val="2"/>
  </w:num>
  <w:num w:numId="36" w16cid:durableId="1524705812">
    <w:abstractNumId w:val="5"/>
  </w:num>
  <w:num w:numId="37" w16cid:durableId="2121561352">
    <w:abstractNumId w:val="7"/>
  </w:num>
  <w:num w:numId="38" w16cid:durableId="1296911201">
    <w:abstractNumId w:val="14"/>
  </w:num>
  <w:num w:numId="39" w16cid:durableId="2057046004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8DC"/>
    <w:rsid w:val="000155DD"/>
    <w:rsid w:val="00020197"/>
    <w:rsid w:val="000205AF"/>
    <w:rsid w:val="00021522"/>
    <w:rsid w:val="00022804"/>
    <w:rsid w:val="0004385B"/>
    <w:rsid w:val="00046B02"/>
    <w:rsid w:val="00072C1E"/>
    <w:rsid w:val="00094DF0"/>
    <w:rsid w:val="000C1B52"/>
    <w:rsid w:val="000D198A"/>
    <w:rsid w:val="000E1961"/>
    <w:rsid w:val="000E23A7"/>
    <w:rsid w:val="001022E6"/>
    <w:rsid w:val="0010693F"/>
    <w:rsid w:val="00114472"/>
    <w:rsid w:val="0013665B"/>
    <w:rsid w:val="00141DED"/>
    <w:rsid w:val="001550BC"/>
    <w:rsid w:val="001605B9"/>
    <w:rsid w:val="00170EC5"/>
    <w:rsid w:val="001747C1"/>
    <w:rsid w:val="00184743"/>
    <w:rsid w:val="001D6EA1"/>
    <w:rsid w:val="001E4ED2"/>
    <w:rsid w:val="001E4ED8"/>
    <w:rsid w:val="00207DF5"/>
    <w:rsid w:val="00217A5F"/>
    <w:rsid w:val="002268EF"/>
    <w:rsid w:val="00227D55"/>
    <w:rsid w:val="00256810"/>
    <w:rsid w:val="002645FF"/>
    <w:rsid w:val="00280E07"/>
    <w:rsid w:val="00285A8F"/>
    <w:rsid w:val="002A0C0D"/>
    <w:rsid w:val="002B54F1"/>
    <w:rsid w:val="002C31BF"/>
    <w:rsid w:val="002C6472"/>
    <w:rsid w:val="002D08B1"/>
    <w:rsid w:val="002E0CD7"/>
    <w:rsid w:val="002F599E"/>
    <w:rsid w:val="00341DCF"/>
    <w:rsid w:val="00344E36"/>
    <w:rsid w:val="00346044"/>
    <w:rsid w:val="00346127"/>
    <w:rsid w:val="00357BC6"/>
    <w:rsid w:val="0038302E"/>
    <w:rsid w:val="003956C6"/>
    <w:rsid w:val="003B1AA2"/>
    <w:rsid w:val="003D3C01"/>
    <w:rsid w:val="003F7787"/>
    <w:rsid w:val="00430573"/>
    <w:rsid w:val="00430FB5"/>
    <w:rsid w:val="00441430"/>
    <w:rsid w:val="00450F07"/>
    <w:rsid w:val="00453CD3"/>
    <w:rsid w:val="00460660"/>
    <w:rsid w:val="00486107"/>
    <w:rsid w:val="00491827"/>
    <w:rsid w:val="004953BB"/>
    <w:rsid w:val="004A0B76"/>
    <w:rsid w:val="004B348C"/>
    <w:rsid w:val="004C4399"/>
    <w:rsid w:val="004C4DDD"/>
    <w:rsid w:val="004C6933"/>
    <w:rsid w:val="004C787C"/>
    <w:rsid w:val="004D0BEE"/>
    <w:rsid w:val="004D56F3"/>
    <w:rsid w:val="004E143C"/>
    <w:rsid w:val="004E3A53"/>
    <w:rsid w:val="004F20BC"/>
    <w:rsid w:val="004F3E53"/>
    <w:rsid w:val="004F4B9B"/>
    <w:rsid w:val="004F69EA"/>
    <w:rsid w:val="005008E5"/>
    <w:rsid w:val="00505E38"/>
    <w:rsid w:val="00511AB9"/>
    <w:rsid w:val="00523EA7"/>
    <w:rsid w:val="00530F0D"/>
    <w:rsid w:val="0054465A"/>
    <w:rsid w:val="00553375"/>
    <w:rsid w:val="00557C28"/>
    <w:rsid w:val="00560A6C"/>
    <w:rsid w:val="005736B7"/>
    <w:rsid w:val="00575724"/>
    <w:rsid w:val="00575E5A"/>
    <w:rsid w:val="005D1131"/>
    <w:rsid w:val="005D7F7E"/>
    <w:rsid w:val="005E145B"/>
    <w:rsid w:val="005F1404"/>
    <w:rsid w:val="0061068E"/>
    <w:rsid w:val="00624394"/>
    <w:rsid w:val="006317D8"/>
    <w:rsid w:val="00646955"/>
    <w:rsid w:val="00660AD3"/>
    <w:rsid w:val="00675FF6"/>
    <w:rsid w:val="00677B7F"/>
    <w:rsid w:val="0068120C"/>
    <w:rsid w:val="006923BA"/>
    <w:rsid w:val="006A5570"/>
    <w:rsid w:val="006A689C"/>
    <w:rsid w:val="006B381C"/>
    <w:rsid w:val="006B3D79"/>
    <w:rsid w:val="006D7AFE"/>
    <w:rsid w:val="006E0578"/>
    <w:rsid w:val="006E18EB"/>
    <w:rsid w:val="006E314D"/>
    <w:rsid w:val="006E468A"/>
    <w:rsid w:val="006F229A"/>
    <w:rsid w:val="007078E5"/>
    <w:rsid w:val="00710723"/>
    <w:rsid w:val="00723ED1"/>
    <w:rsid w:val="00743525"/>
    <w:rsid w:val="007568C4"/>
    <w:rsid w:val="0076286B"/>
    <w:rsid w:val="00766846"/>
    <w:rsid w:val="007718DC"/>
    <w:rsid w:val="00771CCE"/>
    <w:rsid w:val="0077673A"/>
    <w:rsid w:val="007846E1"/>
    <w:rsid w:val="00791C59"/>
    <w:rsid w:val="007A3A16"/>
    <w:rsid w:val="007A5BFC"/>
    <w:rsid w:val="007B570C"/>
    <w:rsid w:val="007C589B"/>
    <w:rsid w:val="007E4A6E"/>
    <w:rsid w:val="007E7AD4"/>
    <w:rsid w:val="007E7F5C"/>
    <w:rsid w:val="007F0984"/>
    <w:rsid w:val="007F56A7"/>
    <w:rsid w:val="00807DD0"/>
    <w:rsid w:val="008574AF"/>
    <w:rsid w:val="008640D9"/>
    <w:rsid w:val="0086446C"/>
    <w:rsid w:val="008659F3"/>
    <w:rsid w:val="00886D4B"/>
    <w:rsid w:val="0089104A"/>
    <w:rsid w:val="00895406"/>
    <w:rsid w:val="008A3568"/>
    <w:rsid w:val="008B304A"/>
    <w:rsid w:val="008C6CEA"/>
    <w:rsid w:val="008D03B9"/>
    <w:rsid w:val="008D7777"/>
    <w:rsid w:val="008D7E95"/>
    <w:rsid w:val="008E7752"/>
    <w:rsid w:val="008F18D6"/>
    <w:rsid w:val="00900AB6"/>
    <w:rsid w:val="00904780"/>
    <w:rsid w:val="00907194"/>
    <w:rsid w:val="009167CD"/>
    <w:rsid w:val="00922385"/>
    <w:rsid w:val="009223DF"/>
    <w:rsid w:val="0092336F"/>
    <w:rsid w:val="00923DE9"/>
    <w:rsid w:val="009348E2"/>
    <w:rsid w:val="00936091"/>
    <w:rsid w:val="00940D8A"/>
    <w:rsid w:val="00944991"/>
    <w:rsid w:val="00962258"/>
    <w:rsid w:val="00964C97"/>
    <w:rsid w:val="009678B7"/>
    <w:rsid w:val="00974DF7"/>
    <w:rsid w:val="00977055"/>
    <w:rsid w:val="00980DD3"/>
    <w:rsid w:val="009833E1"/>
    <w:rsid w:val="0098618C"/>
    <w:rsid w:val="00992D9C"/>
    <w:rsid w:val="00996CB8"/>
    <w:rsid w:val="009A0383"/>
    <w:rsid w:val="009B14A9"/>
    <w:rsid w:val="009B2E97"/>
    <w:rsid w:val="009C20FA"/>
    <w:rsid w:val="009C2A29"/>
    <w:rsid w:val="009C4ACF"/>
    <w:rsid w:val="009E07F4"/>
    <w:rsid w:val="009E3200"/>
    <w:rsid w:val="009F392E"/>
    <w:rsid w:val="00A12CBC"/>
    <w:rsid w:val="00A37419"/>
    <w:rsid w:val="00A5796D"/>
    <w:rsid w:val="00A608B6"/>
    <w:rsid w:val="00A6177B"/>
    <w:rsid w:val="00A66136"/>
    <w:rsid w:val="00A71267"/>
    <w:rsid w:val="00AA4CBB"/>
    <w:rsid w:val="00AA65FA"/>
    <w:rsid w:val="00AA7351"/>
    <w:rsid w:val="00AB32E7"/>
    <w:rsid w:val="00AD056F"/>
    <w:rsid w:val="00AD6731"/>
    <w:rsid w:val="00AE120B"/>
    <w:rsid w:val="00B07346"/>
    <w:rsid w:val="00B15D0D"/>
    <w:rsid w:val="00B3648E"/>
    <w:rsid w:val="00B62A54"/>
    <w:rsid w:val="00B65686"/>
    <w:rsid w:val="00B72441"/>
    <w:rsid w:val="00B75EE1"/>
    <w:rsid w:val="00B77481"/>
    <w:rsid w:val="00B84C8B"/>
    <w:rsid w:val="00B8518B"/>
    <w:rsid w:val="00B93E24"/>
    <w:rsid w:val="00BA123B"/>
    <w:rsid w:val="00BC6E14"/>
    <w:rsid w:val="00BD03B6"/>
    <w:rsid w:val="00BD7E91"/>
    <w:rsid w:val="00BF476C"/>
    <w:rsid w:val="00C02D0A"/>
    <w:rsid w:val="00C03A6E"/>
    <w:rsid w:val="00C12898"/>
    <w:rsid w:val="00C23555"/>
    <w:rsid w:val="00C44F6A"/>
    <w:rsid w:val="00C46DEB"/>
    <w:rsid w:val="00C47AE3"/>
    <w:rsid w:val="00C80068"/>
    <w:rsid w:val="00C83C94"/>
    <w:rsid w:val="00C920B2"/>
    <w:rsid w:val="00CC31D1"/>
    <w:rsid w:val="00CC6937"/>
    <w:rsid w:val="00CD1FC4"/>
    <w:rsid w:val="00CE0C85"/>
    <w:rsid w:val="00CE2765"/>
    <w:rsid w:val="00CE48C5"/>
    <w:rsid w:val="00D11CB6"/>
    <w:rsid w:val="00D21061"/>
    <w:rsid w:val="00D26B12"/>
    <w:rsid w:val="00D4108E"/>
    <w:rsid w:val="00D447A1"/>
    <w:rsid w:val="00D45838"/>
    <w:rsid w:val="00D6163D"/>
    <w:rsid w:val="00D62FDF"/>
    <w:rsid w:val="00D73D46"/>
    <w:rsid w:val="00D75F86"/>
    <w:rsid w:val="00D80D9F"/>
    <w:rsid w:val="00D831A3"/>
    <w:rsid w:val="00DA1569"/>
    <w:rsid w:val="00DB75F6"/>
    <w:rsid w:val="00DC75F3"/>
    <w:rsid w:val="00DD46F3"/>
    <w:rsid w:val="00DE56F2"/>
    <w:rsid w:val="00DF116D"/>
    <w:rsid w:val="00E024C7"/>
    <w:rsid w:val="00E16BC4"/>
    <w:rsid w:val="00E34482"/>
    <w:rsid w:val="00E36C4A"/>
    <w:rsid w:val="00E76FDA"/>
    <w:rsid w:val="00E828BE"/>
    <w:rsid w:val="00E83A12"/>
    <w:rsid w:val="00E8440A"/>
    <w:rsid w:val="00E85BF6"/>
    <w:rsid w:val="00EB0B2A"/>
    <w:rsid w:val="00EB104F"/>
    <w:rsid w:val="00ED14BD"/>
    <w:rsid w:val="00EE2148"/>
    <w:rsid w:val="00EE7779"/>
    <w:rsid w:val="00EF1C5E"/>
    <w:rsid w:val="00EF43BB"/>
    <w:rsid w:val="00F0533E"/>
    <w:rsid w:val="00F06114"/>
    <w:rsid w:val="00F1048D"/>
    <w:rsid w:val="00F12DEC"/>
    <w:rsid w:val="00F1715C"/>
    <w:rsid w:val="00F22896"/>
    <w:rsid w:val="00F310F8"/>
    <w:rsid w:val="00F35939"/>
    <w:rsid w:val="00F42C72"/>
    <w:rsid w:val="00F45110"/>
    <w:rsid w:val="00F45607"/>
    <w:rsid w:val="00F53CF5"/>
    <w:rsid w:val="00F5558F"/>
    <w:rsid w:val="00F659EB"/>
    <w:rsid w:val="00F82BA3"/>
    <w:rsid w:val="00F83C3F"/>
    <w:rsid w:val="00F86BA6"/>
    <w:rsid w:val="00FA6A87"/>
    <w:rsid w:val="00FC6389"/>
    <w:rsid w:val="00FD7789"/>
    <w:rsid w:val="00FF029B"/>
    <w:rsid w:val="00FF1F0A"/>
    <w:rsid w:val="00FF7EB8"/>
    <w:rsid w:val="416F25B2"/>
    <w:rsid w:val="7E8B8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361D84"/>
  <w14:defaultImageDpi w14:val="32767"/>
  <w15:docId w15:val="{3D1A98EA-2939-4321-B676-535F23233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718D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/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/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D060D70-240A-4181-8406-8ADBB536FF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E31E0B-A040-4C06-8F05-13EB85407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221</Words>
  <Characters>1308</Characters>
  <Application>Microsoft Office Word</Application>
  <DocSecurity>0</DocSecurity>
  <Lines>10</Lines>
  <Paragraphs>3</Paragraphs>
  <ScaleCrop>false</ScaleCrop>
  <Company>Správa železnic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cp:lastModifiedBy>Půlpán Jiří</cp:lastModifiedBy>
  <cp:revision>2</cp:revision>
  <cp:lastPrinted>2020-07-15T15:29:00Z</cp:lastPrinted>
  <dcterms:created xsi:type="dcterms:W3CDTF">2026-02-02T14:32:00Z</dcterms:created>
  <dcterms:modified xsi:type="dcterms:W3CDTF">2026-02-02T14:32:00Z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